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D3747A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1F2687">
        <w:rPr>
          <w:b/>
          <w:color w:val="FF5200" w:themeColor="accent2"/>
          <w:sz w:val="36"/>
          <w:szCs w:val="36"/>
        </w:rPr>
        <w:t>názvem „</w:t>
      </w:r>
      <w:bookmarkStart w:id="0" w:name="_Hlk165976701"/>
      <w:r w:rsidR="001F2687" w:rsidRPr="001F2687">
        <w:rPr>
          <w:b/>
          <w:color w:val="FF5200" w:themeColor="accent2"/>
          <w:sz w:val="36"/>
          <w:szCs w:val="36"/>
        </w:rPr>
        <w:t>Dodávka moto</w:t>
      </w:r>
      <w:r w:rsidR="00FA727D">
        <w:rPr>
          <w:b/>
          <w:color w:val="FF5200" w:themeColor="accent2"/>
          <w:sz w:val="36"/>
          <w:szCs w:val="36"/>
        </w:rPr>
        <w:t>r</w:t>
      </w:r>
      <w:r w:rsidR="001F2687" w:rsidRPr="001F2687">
        <w:rPr>
          <w:b/>
          <w:color w:val="FF5200" w:themeColor="accent2"/>
          <w:sz w:val="36"/>
          <w:szCs w:val="36"/>
        </w:rPr>
        <w:t>generátoru s podvozkem pro SEE OŘ UNL 2024</w:t>
      </w:r>
      <w:bookmarkEnd w:id="0"/>
      <w:r w:rsidR="0031280B" w:rsidRPr="001F2687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972145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97214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72145" w:rsidRPr="0097214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13879/2024-SŽ-OŘ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Pr="00D725F7" w:rsidRDefault="00A93A74">
          <w:pPr>
            <w:pStyle w:val="Obsah2"/>
            <w:tabs>
              <w:tab w:val="left" w:pos="1320"/>
              <w:tab w:val="right" w:leader="dot" w:pos="8692"/>
            </w:tabs>
          </w:pPr>
          <w:r w:rsidRPr="00D725F7">
            <w:t>Obsah</w:t>
          </w:r>
        </w:p>
        <w:p w14:paraId="5D39CFB0" w14:textId="4CB21A93" w:rsidR="00DB3F93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D725F7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 w:rsidRPr="00D725F7">
            <w:instrText xml:space="preserve"> TOC \o "1-3" \h \z \u </w:instrText>
          </w:r>
          <w:r w:rsidRPr="00D725F7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6654489" w:history="1">
            <w:r w:rsidR="00DB3F93" w:rsidRPr="00C3669F">
              <w:rPr>
                <w:rStyle w:val="Hypertextovodkaz"/>
                <w:noProof/>
              </w:rPr>
              <w:t>Kapitola 1.</w:t>
            </w:r>
            <w:r w:rsidR="00DB3F9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B3F93" w:rsidRPr="00C3669F">
              <w:rPr>
                <w:rStyle w:val="Hypertextovodkaz"/>
                <w:noProof/>
              </w:rPr>
              <w:t>Základní údaje k nabídce</w:t>
            </w:r>
            <w:r w:rsidR="00DB3F93">
              <w:rPr>
                <w:noProof/>
                <w:webHidden/>
              </w:rPr>
              <w:tab/>
            </w:r>
            <w:r w:rsidR="00DB3F93">
              <w:rPr>
                <w:noProof/>
                <w:webHidden/>
              </w:rPr>
              <w:fldChar w:fldCharType="begin"/>
            </w:r>
            <w:r w:rsidR="00DB3F93">
              <w:rPr>
                <w:noProof/>
                <w:webHidden/>
              </w:rPr>
              <w:instrText xml:space="preserve"> PAGEREF _Toc166654489 \h </w:instrText>
            </w:r>
            <w:r w:rsidR="00DB3F93">
              <w:rPr>
                <w:noProof/>
                <w:webHidden/>
              </w:rPr>
            </w:r>
            <w:r w:rsidR="00DB3F93">
              <w:rPr>
                <w:noProof/>
                <w:webHidden/>
              </w:rPr>
              <w:fldChar w:fldCharType="separate"/>
            </w:r>
            <w:r w:rsidR="00DB3F93">
              <w:rPr>
                <w:noProof/>
                <w:webHidden/>
              </w:rPr>
              <w:t>2</w:t>
            </w:r>
            <w:r w:rsidR="00DB3F93">
              <w:rPr>
                <w:noProof/>
                <w:webHidden/>
              </w:rPr>
              <w:fldChar w:fldCharType="end"/>
            </w:r>
          </w:hyperlink>
        </w:p>
        <w:p w14:paraId="0DE17399" w14:textId="412A3ECF" w:rsidR="00DB3F93" w:rsidRDefault="00DB3F93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654490" w:history="1">
            <w:r w:rsidRPr="00C3669F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3669F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_Toc166654490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1C7433" w14:textId="5E3E2FEE" w:rsidR="00DB3F93" w:rsidRDefault="00DB3F93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654491" w:history="1">
            <w:r w:rsidRPr="00C3669F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3669F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_Toc166654491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A2842B" w14:textId="423CB14E" w:rsidR="00DB3F93" w:rsidRDefault="00DB3F93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654492" w:history="1">
            <w:r w:rsidRPr="00C3669F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3669F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_Toc166654492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B555F0" w14:textId="64F852FF" w:rsidR="00DB3F93" w:rsidRDefault="00DB3F93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654493" w:history="1">
            <w:r w:rsidRPr="00C3669F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3669F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_Toc166654493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AEBCBE" w14:textId="7623A19C" w:rsidR="00DB3F93" w:rsidRDefault="00DB3F93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654494" w:history="1">
            <w:r w:rsidRPr="00C3669F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3669F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_Toc166654494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8B95B8" w14:textId="42FA0961" w:rsidR="00DB3F93" w:rsidRDefault="00DB3F93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654495" w:history="1">
            <w:r w:rsidRPr="00C3669F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3669F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_Toc166654495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FBA5BD" w14:textId="6851ECDF" w:rsidR="00DB3F93" w:rsidRDefault="00DB3F93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654496" w:history="1">
            <w:r w:rsidRPr="00C3669F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3669F">
              <w:rPr>
                <w:rStyle w:val="Hypertextovodkaz"/>
                <w:noProof/>
              </w:rPr>
              <w:t>Čestné</w:t>
            </w:r>
            <w:r w:rsidRPr="00C3669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_Toc166654496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11FABB" w14:textId="257574FB" w:rsidR="00DB3F93" w:rsidRDefault="00DB3F93">
          <w:pPr>
            <w:pStyle w:val="Obsah2"/>
            <w:tabs>
              <w:tab w:val="left" w:pos="1440"/>
              <w:tab w:val="right" w:leader="dot" w:pos="8692"/>
            </w:tabs>
            <w:rPr>
              <w:rStyle w:val="Hypertextovodkaz"/>
              <w:noProof/>
            </w:rPr>
          </w:pPr>
          <w:hyperlink w:anchor="_Toc166654497" w:history="1">
            <w:r w:rsidRPr="00C3669F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3669F">
              <w:rPr>
                <w:rStyle w:val="Hypertextovodkaz"/>
                <w:noProof/>
              </w:rPr>
              <w:t>Čestné</w:t>
            </w:r>
            <w:r w:rsidRPr="00C3669F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_Toc166654497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9198AF" w14:textId="77777777" w:rsidR="00D869A2" w:rsidRDefault="00DB3F93" w:rsidP="00D869A2">
          <w:pPr>
            <w:spacing w:after="0"/>
            <w:ind w:left="142"/>
          </w:pPr>
          <w:r>
            <w:t>Kapitola 10.</w:t>
          </w:r>
          <w:r>
            <w:tab/>
          </w:r>
          <w:r w:rsidRPr="00DB3F93">
            <w:t>Seznam zaměstnanců účastníka, u kterých je požadována odborná způsobilost v souladu s</w:t>
          </w:r>
          <w:r w:rsidR="00D869A2">
            <w:t> </w:t>
          </w:r>
          <w:r w:rsidRPr="00DB3F93">
            <w:t>předpisem</w:t>
          </w:r>
          <w:r w:rsidR="00D869A2">
            <w:t xml:space="preserve"> SŽ Zam1 ……………………………………………………………………………………………11</w:t>
          </w:r>
        </w:p>
        <w:p w14:paraId="22D56A4A" w14:textId="15E0650E" w:rsidR="00DB3F93" w:rsidRDefault="00D869A2" w:rsidP="00D869A2">
          <w:pPr>
            <w:spacing w:after="0"/>
            <w:ind w:left="-57"/>
          </w:pPr>
          <w:r>
            <w:t xml:space="preserve">   </w:t>
          </w:r>
        </w:p>
        <w:p w14:paraId="510FB7F4" w14:textId="2B484BD7" w:rsidR="00DB3F93" w:rsidRPr="00DB3F93" w:rsidRDefault="00DB3F93" w:rsidP="00DB3F93">
          <w:pPr>
            <w:ind w:left="284" w:hanging="142"/>
          </w:pPr>
          <w:r>
            <w:t xml:space="preserve"> </w:t>
          </w:r>
          <w:r w:rsidRPr="00DB3F93">
            <w:t>Kapitola 11.</w:t>
          </w:r>
          <w:r w:rsidRPr="00DB3F93">
            <w:tab/>
            <w:t>Čestné prohlášení o oprávnění ke vstupu do provozované železniční dopravní cesty</w:t>
          </w:r>
          <w:r>
            <w:t>……………………………………………………………………………………………………………………………………</w:t>
          </w:r>
          <w:r w:rsidR="00D869A2">
            <w:t>…</w:t>
          </w:r>
          <w:r>
            <w:t>12</w:t>
          </w:r>
        </w:p>
        <w:p w14:paraId="218BAFDF" w14:textId="5FA63C4D" w:rsidR="00A93A74" w:rsidRDefault="00A93A74" w:rsidP="00D869A2">
          <w:pPr>
            <w:tabs>
              <w:tab w:val="left" w:pos="1935"/>
            </w:tabs>
          </w:pPr>
          <w:r w:rsidRPr="00D725F7"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66654489"/>
      <w:r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44458B51" w:rsidR="00EA444A" w:rsidRDefault="00EA444A" w:rsidP="001F2687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1F2687" w:rsidRPr="001F2687">
        <w:t>Ing. Martinem Kašparem, ředitelem organizační jednotky, 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3AFE827C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1F2687">
        <w:t>k podání nabíd</w:t>
      </w:r>
      <w:r w:rsidR="004C76E9" w:rsidRPr="001F2687">
        <w:t>ky</w:t>
      </w:r>
      <w:r w:rsidRPr="001F2687">
        <w:t xml:space="preserve"> na veřejnou zakázku zadávanou</w:t>
      </w:r>
      <w:r w:rsidR="004C76E9" w:rsidRPr="001F2687">
        <w:t xml:space="preserve"> jako </w:t>
      </w:r>
      <w:r w:rsidR="000128D4" w:rsidRPr="001F2687">
        <w:rPr>
          <w:rFonts w:eastAsia="Times New Roman" w:cs="Times New Roman"/>
          <w:lang w:eastAsia="cs-CZ"/>
        </w:rPr>
        <w:t>podlimitní sektorovou veřejnou zakázku</w:t>
      </w:r>
      <w:r w:rsidRPr="001F2687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4F2A730" w14:textId="05C27C2D" w:rsidR="001F2687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1F2687">
        <w:t>:</w:t>
      </w:r>
      <w:r>
        <w:t xml:space="preserve"> </w:t>
      </w:r>
      <w:r w:rsidR="001F2687">
        <w:tab/>
      </w:r>
      <w:r w:rsidR="001F2687">
        <w:tab/>
      </w:r>
      <w:r w:rsidR="001F2687">
        <w:tab/>
      </w:r>
      <w:r w:rsidR="001F2687" w:rsidRPr="00D15823">
        <w:rPr>
          <w:highlight w:val="green"/>
        </w:rPr>
        <w:t>[VLOŽÍ ÚČASTNÍK]</w:t>
      </w:r>
    </w:p>
    <w:p w14:paraId="4DC8BD60" w14:textId="0BDDF7B0" w:rsidR="008B1A2C" w:rsidRDefault="001F2687" w:rsidP="008B1A2C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477B67B9" w14:textId="77777777" w:rsidR="001F2687" w:rsidRDefault="001F2687" w:rsidP="001F2687">
      <w:pPr>
        <w:rPr>
          <w:highlight w:val="yellow"/>
        </w:rPr>
      </w:pPr>
      <w:r>
        <w:t>Celková nabídková cena v Kč včetně DPH: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E013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E013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66654490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66654491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6665449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66654493"/>
      <w:r w:rsidRPr="00E85D44"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1C89B81D" w14:textId="77777777" w:rsidR="001F2687" w:rsidRDefault="001F2687" w:rsidP="001F2687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 xml:space="preserve">Zadavatel nepožaduje. </w:t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219633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C5A6871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85FAE3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2461B04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3E47A0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49D32C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F3D26E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CC31C8A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F1D71BE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4A36B28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3FCED2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CF322F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076910B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DCF947C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DCB77F6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875988B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3DFB79F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59A3E4C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EA6244D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992EE61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97EF97B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42A0B47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2E886A3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630813B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71B9B9C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40A37F0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13947B9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AB3893C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3FF0BE9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73DBABB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0A4CA68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56BFF53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F04C6F9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5C68C71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27808F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08B0945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43BCF32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72B258D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F9B270C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A225472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C99A234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8C401A8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56785F5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F70B4FC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8259190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2870998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342C163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0240345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FB82D7F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3DFE2AA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D660120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B7DC9C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CBAEF6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6781194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C5CDAA0" w14:textId="77777777" w:rsidR="001F2687" w:rsidRDefault="001F2687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66654494"/>
      <w:r>
        <w:t>Seznam osob</w:t>
      </w:r>
      <w:bookmarkEnd w:id="6"/>
      <w:bookmarkEnd w:id="7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951095E" w14:textId="77777777" w:rsidR="001F2687" w:rsidRDefault="001F2687" w:rsidP="001F2687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 xml:space="preserve">Zadavatel nepožaduje. </w:t>
      </w:r>
    </w:p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7B16281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8668846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576B346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DB07CF2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09FC332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1B6D6FE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E8ADBA7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9941EFB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4943C47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16C242E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5943382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D388151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D210517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866F500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90D20C1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097BA93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3E223A2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999E501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5FA6B08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CB36111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D4A2629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E90EB61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2C79595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0881681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697E2B0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ACA8108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1DFD726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1165CCB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154FBFA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449EC9E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122F661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3A79B42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D8FCAB8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E8B681C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9A20B53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541784B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8AB7D93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1E022DC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35AA50C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776C2B6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07C8206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DCCB795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AE1314A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AD39CEA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4652DA9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73B9530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A2D98E0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70F91F4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4DE15FE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20EB023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5E48093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234C4A1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F99DE4E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47B8CFA0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FDD7846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7B3B5420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68F4B4D9" w14:textId="77777777" w:rsidR="001F2687" w:rsidRDefault="001F2687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66654495"/>
      <w:r w:rsidRPr="000128D4">
        <w:t>Čestné prohlášení o ekonomické kvalifikaci</w:t>
      </w:r>
      <w:bookmarkEnd w:id="8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9D89243" w14:textId="77777777" w:rsidR="001F2687" w:rsidRDefault="001F2687" w:rsidP="001F2687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 xml:space="preserve">Zadavatel nepožaduje. </w:t>
      </w:r>
    </w:p>
    <w:p w14:paraId="7FAA3B71" w14:textId="3A3AB904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9" w:name="_Toc166654496"/>
      <w:r w:rsidRPr="002126E7"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9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0" w:name="_Toc115422087"/>
      <w:bookmarkStart w:id="11" w:name="_Toc166654497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10"/>
      <w:bookmarkEnd w:id="11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2" w:name="Zaškrtávací1"/>
    <w:p w14:paraId="126C56C4" w14:textId="0574FBA9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CE0136">
        <w:fldChar w:fldCharType="separate"/>
      </w:r>
      <w:r>
        <w:fldChar w:fldCharType="end"/>
      </w:r>
      <w:bookmarkEnd w:id="12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306D03" w:rsidRPr="00306D03">
        <w:rPr>
          <w:rFonts w:ascii="Verdana" w:hAnsi="Verdana"/>
          <w:b/>
          <w:bCs/>
        </w:rPr>
        <w:t>Dodávka moto</w:t>
      </w:r>
      <w:r w:rsidR="00FA727D">
        <w:rPr>
          <w:rFonts w:ascii="Verdana" w:hAnsi="Verdana"/>
          <w:b/>
          <w:bCs/>
        </w:rPr>
        <w:t>r</w:t>
      </w:r>
      <w:r w:rsidR="00306D03" w:rsidRPr="00306D03">
        <w:rPr>
          <w:rFonts w:ascii="Verdana" w:hAnsi="Verdana"/>
          <w:b/>
          <w:bCs/>
        </w:rPr>
        <w:t>generátoru s podvozkem pro SEE OŘ UNL 2024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73E73891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CE0136">
        <w:rPr>
          <w:rFonts w:ascii="Verdana" w:hAnsi="Verdana"/>
        </w:rPr>
      </w:r>
      <w:r w:rsidR="00CE0136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306D03" w:rsidRPr="00306D03">
        <w:rPr>
          <w:rFonts w:ascii="Verdana" w:hAnsi="Verdana"/>
          <w:b/>
          <w:bCs/>
        </w:rPr>
        <w:t>Dodávka moto</w:t>
      </w:r>
      <w:r w:rsidR="00FA727D">
        <w:rPr>
          <w:rFonts w:ascii="Verdana" w:hAnsi="Verdana"/>
          <w:b/>
          <w:bCs/>
        </w:rPr>
        <w:t>r</w:t>
      </w:r>
      <w:r w:rsidR="00306D03" w:rsidRPr="00306D03">
        <w:rPr>
          <w:rFonts w:ascii="Verdana" w:hAnsi="Verdana"/>
          <w:b/>
          <w:bCs/>
        </w:rPr>
        <w:t>generátoru s podvozkem pro SEE OŘ UNL 2024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7FFA370A" w14:textId="77777777" w:rsidR="00DB3F93" w:rsidRPr="00DB3F93" w:rsidRDefault="00DB3F93" w:rsidP="00DB3F93">
      <w:pPr>
        <w:pStyle w:val="Nadpis2"/>
        <w:spacing w:line="240" w:lineRule="auto"/>
        <w:jc w:val="both"/>
        <w:rPr>
          <w:rFonts w:eastAsia="Times New Roman"/>
        </w:rPr>
      </w:pPr>
    </w:p>
    <w:p w14:paraId="1C995634" w14:textId="77777777" w:rsidR="00DB3F93" w:rsidRPr="00DB3F93" w:rsidRDefault="00DB3F93" w:rsidP="00DB3F93">
      <w:pPr>
        <w:pStyle w:val="Odstavecseseznamem"/>
        <w:numPr>
          <w:ilvl w:val="0"/>
          <w:numId w:val="39"/>
        </w:numPr>
        <w:ind w:left="1701" w:hanging="1701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DB3F93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 xml:space="preserve">Seznam zaměstnanců účastníka, u kterých je požadována odborná způsobilost v souladu s předpisem SŽ Zam1 </w:t>
      </w:r>
    </w:p>
    <w:p w14:paraId="25EB7C68" w14:textId="77777777" w:rsidR="00DB3F93" w:rsidRPr="00364FF2" w:rsidRDefault="00DB3F93" w:rsidP="00DB3F93">
      <w:pPr>
        <w:pStyle w:val="Odstavecseseznamem"/>
        <w:rPr>
          <w:lang w:eastAsia="cs-CZ"/>
        </w:rPr>
      </w:pPr>
    </w:p>
    <w:p w14:paraId="56106F42" w14:textId="77777777" w:rsidR="00DB3F93" w:rsidRPr="00DB3F93" w:rsidRDefault="00DB3F93" w:rsidP="00DB3F93">
      <w:pPr>
        <w:pStyle w:val="Odstavecseseznamem"/>
        <w:jc w:val="both"/>
        <w:rPr>
          <w:rFonts w:ascii="Verdana" w:hAnsi="Verdana"/>
        </w:rPr>
      </w:pPr>
      <w:r w:rsidRPr="00DB3F93">
        <w:rPr>
          <w:rFonts w:ascii="Verdana" w:hAnsi="Verdana"/>
        </w:rPr>
        <w:t>Zadavatel nepožaduje.</w:t>
      </w:r>
    </w:p>
    <w:p w14:paraId="228C73A9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28E6CFD9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26C49D28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756ECC29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798DF6E6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4CB98CBE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4A113E54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5C4549E1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761E0F14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6FD412FF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60676E94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4D38681B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4EB4DDDC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7C1C923C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2E2A776C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21C35103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0BC838E5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51DD0115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7FDA2FF3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5B46589E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04F78CCA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2B260A56" w14:textId="77777777" w:rsidR="00DB3F93" w:rsidRDefault="00DB3F93" w:rsidP="00DB3F9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4ED16AAC" w14:textId="77777777" w:rsidR="00DB3F93" w:rsidRPr="00DB3F93" w:rsidRDefault="00DB3F93" w:rsidP="00DB3F93">
      <w:pPr>
        <w:pStyle w:val="Nadpis2"/>
        <w:spacing w:line="240" w:lineRule="auto"/>
        <w:jc w:val="both"/>
        <w:rPr>
          <w:rFonts w:eastAsia="Times New Roman"/>
        </w:rPr>
      </w:pPr>
    </w:p>
    <w:p w14:paraId="3546F22C" w14:textId="21A104EF" w:rsidR="00DB3F93" w:rsidRPr="00DB3F93" w:rsidRDefault="00DB3F93" w:rsidP="00DB3F93">
      <w:pPr>
        <w:pStyle w:val="Odstavecseseznamem"/>
        <w:numPr>
          <w:ilvl w:val="0"/>
          <w:numId w:val="39"/>
        </w:numPr>
        <w:ind w:left="1843" w:hanging="1843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 w:rsidRPr="00DB3F93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Čestné prohlášení o oprávnění ke vstupu do provozované železniční dopravní cesty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A320BAF" w14:textId="77777777" w:rsidR="00306D03" w:rsidRDefault="00306D03" w:rsidP="00306D03">
      <w:pPr>
        <w:jc w:val="both"/>
        <w:rPr>
          <w:rFonts w:ascii="Verdana" w:hAnsi="Verdana"/>
        </w:rPr>
      </w:pPr>
      <w:r>
        <w:rPr>
          <w:rFonts w:ascii="Verdana" w:hAnsi="Verdana"/>
        </w:rPr>
        <w:t>Zadavatel nepožaduje.</w:t>
      </w:r>
    </w:p>
    <w:p w14:paraId="0445CC93" w14:textId="77777777" w:rsidR="00CE0136" w:rsidRDefault="00CE0136" w:rsidP="00306D03">
      <w:pPr>
        <w:jc w:val="both"/>
        <w:rPr>
          <w:rFonts w:ascii="Verdana" w:hAnsi="Verdana"/>
        </w:rPr>
      </w:pPr>
    </w:p>
    <w:p w14:paraId="4929A3E6" w14:textId="5A477740" w:rsidR="00306D03" w:rsidRPr="00D869A2" w:rsidRDefault="00D869A2" w:rsidP="00CB377A">
      <w:pPr>
        <w:tabs>
          <w:tab w:val="num" w:pos="360"/>
        </w:tabs>
        <w:jc w:val="both"/>
        <w:rPr>
          <w:rFonts w:ascii="Verdana" w:hAnsi="Verdana"/>
          <w:i/>
          <w:iCs/>
        </w:rPr>
      </w:pPr>
      <w:r w:rsidRPr="00D869A2">
        <w:rPr>
          <w:rFonts w:ascii="Verdana" w:hAnsi="Verdana"/>
          <w:i/>
          <w:iCs/>
          <w:highlight w:val="green"/>
        </w:rPr>
        <w:t>(účastník vyplní viz níže)</w:t>
      </w:r>
    </w:p>
    <w:p w14:paraId="3D08774D" w14:textId="77777777" w:rsidR="00DB3F93" w:rsidRDefault="00DB3F93" w:rsidP="00DB3F93">
      <w:pPr>
        <w:rPr>
          <w:lang w:eastAsia="cs-CZ"/>
        </w:rPr>
      </w:pPr>
      <w:r w:rsidRPr="00DB3F93">
        <w:rPr>
          <w:highlight w:val="green"/>
          <w:lang w:eastAsia="cs-CZ"/>
        </w:rPr>
        <w:t>V …………………… dne ………………………</w:t>
      </w:r>
    </w:p>
    <w:p w14:paraId="08D5A2A3" w14:textId="77777777" w:rsidR="00DB3F93" w:rsidRDefault="00DB3F93" w:rsidP="00DB3F93"/>
    <w:p w14:paraId="06CCFCA4" w14:textId="77777777" w:rsidR="00DB3F93" w:rsidRPr="00B87D91" w:rsidRDefault="00DB3F93" w:rsidP="00DB3F93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0104E69D" w14:textId="77777777" w:rsidR="00DB3F93" w:rsidRDefault="00DB3F93" w:rsidP="00DB3F93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4BE1CD4E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375C302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BC329C3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75220BC3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AF743B8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16A55C64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102968B1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8B4783B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FA66C5B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71BC11C3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F908283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888F49A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42EA390D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0784F75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8229208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AAA1E31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47EC3D9B" w14:textId="77777777" w:rsidR="00306D03" w:rsidRDefault="00306D03" w:rsidP="00CB377A">
      <w:pPr>
        <w:tabs>
          <w:tab w:val="num" w:pos="360"/>
        </w:tabs>
        <w:jc w:val="both"/>
        <w:rPr>
          <w:rFonts w:ascii="Verdana" w:hAnsi="Verdana"/>
        </w:rPr>
      </w:pPr>
    </w:p>
    <w:sectPr w:rsidR="00306D03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163399423" name="Obrázek 11633994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6E9C278B"/>
    <w:multiLevelType w:val="hybridMultilevel"/>
    <w:tmpl w:val="46B2AA36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7"/>
  </w:num>
  <w:num w:numId="17" w16cid:durableId="2043087175">
    <w:abstractNumId w:val="4"/>
  </w:num>
  <w:num w:numId="18" w16cid:durableId="1108697704">
    <w:abstractNumId w:val="17"/>
  </w:num>
  <w:num w:numId="19" w16cid:durableId="20520763">
    <w:abstractNumId w:val="17"/>
  </w:num>
  <w:num w:numId="20" w16cid:durableId="361437843">
    <w:abstractNumId w:val="17"/>
  </w:num>
  <w:num w:numId="21" w16cid:durableId="1250191931">
    <w:abstractNumId w:val="17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7"/>
  </w:num>
  <w:num w:numId="29" w16cid:durableId="1728871732">
    <w:abstractNumId w:val="4"/>
  </w:num>
  <w:num w:numId="30" w16cid:durableId="933515539">
    <w:abstractNumId w:val="17"/>
  </w:num>
  <w:num w:numId="31" w16cid:durableId="1045980920">
    <w:abstractNumId w:val="17"/>
  </w:num>
  <w:num w:numId="32" w16cid:durableId="362248526">
    <w:abstractNumId w:val="17"/>
  </w:num>
  <w:num w:numId="33" w16cid:durableId="1196844823">
    <w:abstractNumId w:val="17"/>
  </w:num>
  <w:num w:numId="34" w16cid:durableId="1676372640">
    <w:abstractNumId w:val="5"/>
  </w:num>
  <w:num w:numId="35" w16cid:durableId="923610062">
    <w:abstractNumId w:val="19"/>
  </w:num>
  <w:num w:numId="36" w16cid:durableId="438725831">
    <w:abstractNumId w:val="2"/>
  </w:num>
  <w:num w:numId="37" w16cid:durableId="1667829562">
    <w:abstractNumId w:val="18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55237882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12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268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06D03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058A"/>
    <w:rsid w:val="005736B7"/>
    <w:rsid w:val="00575E5A"/>
    <w:rsid w:val="005B219F"/>
    <w:rsid w:val="005D7E39"/>
    <w:rsid w:val="005E2948"/>
    <w:rsid w:val="005E4F3B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4376A"/>
    <w:rsid w:val="00962258"/>
    <w:rsid w:val="009642AA"/>
    <w:rsid w:val="009678B7"/>
    <w:rsid w:val="00972145"/>
    <w:rsid w:val="009771C9"/>
    <w:rsid w:val="009833E1"/>
    <w:rsid w:val="00992D9C"/>
    <w:rsid w:val="00996617"/>
    <w:rsid w:val="00996CB8"/>
    <w:rsid w:val="009B14A9"/>
    <w:rsid w:val="009B2E97"/>
    <w:rsid w:val="009C101D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08FE"/>
    <w:rsid w:val="00C02D0A"/>
    <w:rsid w:val="00C03A6E"/>
    <w:rsid w:val="00C044EE"/>
    <w:rsid w:val="00C15E30"/>
    <w:rsid w:val="00C228EE"/>
    <w:rsid w:val="00C3428A"/>
    <w:rsid w:val="00C44F6A"/>
    <w:rsid w:val="00C47AE3"/>
    <w:rsid w:val="00C53072"/>
    <w:rsid w:val="00C636FB"/>
    <w:rsid w:val="00C87B78"/>
    <w:rsid w:val="00CB377A"/>
    <w:rsid w:val="00CD1FC4"/>
    <w:rsid w:val="00CE0136"/>
    <w:rsid w:val="00D21061"/>
    <w:rsid w:val="00D232C0"/>
    <w:rsid w:val="00D4108E"/>
    <w:rsid w:val="00D6163D"/>
    <w:rsid w:val="00D725F7"/>
    <w:rsid w:val="00D73D46"/>
    <w:rsid w:val="00D831A3"/>
    <w:rsid w:val="00D869A2"/>
    <w:rsid w:val="00DA7972"/>
    <w:rsid w:val="00DB3F93"/>
    <w:rsid w:val="00DC75F3"/>
    <w:rsid w:val="00DD46F3"/>
    <w:rsid w:val="00DD5376"/>
    <w:rsid w:val="00DE1BFA"/>
    <w:rsid w:val="00DE56F2"/>
    <w:rsid w:val="00DE5ACC"/>
    <w:rsid w:val="00DF116D"/>
    <w:rsid w:val="00E03459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04BE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1655"/>
    <w:rsid w:val="00F76E9F"/>
    <w:rsid w:val="00F814D9"/>
    <w:rsid w:val="00F86BA6"/>
    <w:rsid w:val="00F86FD9"/>
    <w:rsid w:val="00FA727D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2266B"/>
    <w:rsid w:val="00495FA0"/>
    <w:rsid w:val="005E17D6"/>
    <w:rsid w:val="005E2948"/>
    <w:rsid w:val="005E4F3B"/>
    <w:rsid w:val="00702C56"/>
    <w:rsid w:val="00845CFC"/>
    <w:rsid w:val="00964FB4"/>
    <w:rsid w:val="009B2F31"/>
    <w:rsid w:val="00A04586"/>
    <w:rsid w:val="00AE45FC"/>
    <w:rsid w:val="00C008FE"/>
    <w:rsid w:val="00D232C0"/>
    <w:rsid w:val="00DD5376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113</TotalTime>
  <Pages>12</Pages>
  <Words>1541</Words>
  <Characters>9097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26</cp:revision>
  <cp:lastPrinted>2017-11-28T17:18:00Z</cp:lastPrinted>
  <dcterms:created xsi:type="dcterms:W3CDTF">2023-03-01T08:18:00Z</dcterms:created>
  <dcterms:modified xsi:type="dcterms:W3CDTF">2024-05-15T06:43:00Z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